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29E5" w:rsidRPr="00482B54" w:rsidRDefault="002529E5" w:rsidP="002529E5">
      <w:pPr>
        <w:rPr>
          <w:rFonts w:ascii="Calibri" w:hAnsi="Calibri"/>
        </w:rPr>
      </w:pPr>
      <w:r w:rsidRPr="00482B54">
        <w:rPr>
          <w:rFonts w:ascii="Calibri" w:hAnsi="Calibri"/>
        </w:rPr>
        <w:t>Dear Editors:</w:t>
      </w:r>
    </w:p>
    <w:p w:rsidR="002529E5" w:rsidRPr="00482B54" w:rsidRDefault="002529E5" w:rsidP="002529E5">
      <w:pPr>
        <w:rPr>
          <w:rFonts w:ascii="Calibri" w:hAnsi="Calibri"/>
        </w:rPr>
      </w:pPr>
      <w:r w:rsidRPr="00482B54">
        <w:rPr>
          <w:rFonts w:ascii="Calibri" w:hAnsi="Calibri"/>
        </w:rPr>
        <w:br/>
        <w:t>We would like to submit the enclosed manuscript entitled “</w:t>
      </w:r>
      <w:r w:rsidRPr="00482B54">
        <w:rPr>
          <w:rFonts w:ascii="Calibri" w:hAnsi="Calibri"/>
          <w:bCs/>
          <w:kern w:val="2"/>
        </w:rPr>
        <w:t xml:space="preserve">Behavioral Assessments of </w:t>
      </w:r>
      <w:bookmarkStart w:id="0" w:name="_Hlk517096256"/>
      <w:r w:rsidRPr="00482B54">
        <w:rPr>
          <w:rFonts w:ascii="Calibri" w:hAnsi="Calibri"/>
          <w:bCs/>
          <w:kern w:val="2"/>
        </w:rPr>
        <w:t>Spontaneous Locomotion</w:t>
      </w:r>
      <w:bookmarkEnd w:id="0"/>
      <w:r w:rsidRPr="00482B54">
        <w:rPr>
          <w:rFonts w:ascii="Calibri" w:hAnsi="Calibri"/>
          <w:bCs/>
          <w:kern w:val="2"/>
        </w:rPr>
        <w:t xml:space="preserve"> in a Murine MPTP-induced Parkinson’ s Disease Model</w:t>
      </w:r>
      <w:r w:rsidRPr="00482B54">
        <w:rPr>
          <w:rFonts w:ascii="Calibri" w:hAnsi="Calibri"/>
        </w:rPr>
        <w:t>”, which we wish to be considered for publication in “</w:t>
      </w:r>
      <w:proofErr w:type="spellStart"/>
      <w:r w:rsidRPr="00482B54">
        <w:rPr>
          <w:rFonts w:ascii="Calibri" w:hAnsi="Calibri"/>
        </w:rPr>
        <w:t>J</w:t>
      </w:r>
      <w:r w:rsidRPr="00482B54">
        <w:rPr>
          <w:rFonts w:ascii="Calibri" w:hAnsi="Calibri"/>
          <w:lang w:eastAsia="zh-CN"/>
        </w:rPr>
        <w:t>oVE</w:t>
      </w:r>
      <w:proofErr w:type="spellEnd"/>
      <w:r w:rsidRPr="00482B54">
        <w:rPr>
          <w:rFonts w:ascii="Calibri" w:hAnsi="Calibri"/>
        </w:rPr>
        <w:t xml:space="preserve">”. </w:t>
      </w:r>
    </w:p>
    <w:p w:rsidR="002529E5" w:rsidRPr="00482B54" w:rsidRDefault="002529E5" w:rsidP="002529E5">
      <w:pPr>
        <w:rPr>
          <w:rFonts w:ascii="Calibri" w:hAnsi="Calibri"/>
        </w:rPr>
      </w:pPr>
      <w:r w:rsidRPr="00482B54">
        <w:rPr>
          <w:rFonts w:ascii="Calibri" w:hAnsi="Calibri"/>
        </w:rPr>
        <w:br/>
        <w:t xml:space="preserve">In this work, we evaluated how to establish a Murine Model for Parkinson's Disease by using MPTP and two effective behavioral tests, modified open field test and cylinder test, to measure this sort of lesion, which attaches vital importance to the study of Parkinson’s Disease. These two behavioral tests are used to measure </w:t>
      </w:r>
      <w:r w:rsidR="00D35F1B">
        <w:rPr>
          <w:rFonts w:ascii="Calibri" w:hAnsi="Calibri"/>
        </w:rPr>
        <w:t>motor ability</w:t>
      </w:r>
      <w:r w:rsidRPr="00482B54">
        <w:rPr>
          <w:rFonts w:ascii="Calibri" w:hAnsi="Calibri"/>
        </w:rPr>
        <w:t xml:space="preserve"> traditionally. Here we modify them to adapt them in Parkinson’s disease study. </w:t>
      </w:r>
      <w:r w:rsidR="00D35F1B" w:rsidRPr="00D35F1B">
        <w:rPr>
          <w:rFonts w:ascii="Calibri" w:hAnsi="Calibri"/>
        </w:rPr>
        <w:t xml:space="preserve">And we took L-DOPA, one of the most commonly used PD drugs, as one example to show how to apply this model in the study of PD drugs. </w:t>
      </w:r>
      <w:r w:rsidR="00C37B61" w:rsidRPr="00C37B61">
        <w:rPr>
          <w:rFonts w:ascii="Calibri" w:hAnsi="Calibri"/>
        </w:rPr>
        <w:t>Our results indicate that MPTP neurotoxicity induces motor deficit and it can be reversed by L-DOPA.</w:t>
      </w:r>
      <w:r w:rsidR="00C37B61">
        <w:rPr>
          <w:rFonts w:ascii="Calibri" w:hAnsi="Calibri"/>
        </w:rPr>
        <w:t xml:space="preserve"> </w:t>
      </w:r>
      <w:bookmarkStart w:id="1" w:name="_GoBack"/>
      <w:bookmarkEnd w:id="1"/>
      <w:r w:rsidRPr="00482B54">
        <w:rPr>
          <w:rFonts w:ascii="Calibri" w:hAnsi="Calibri"/>
        </w:rPr>
        <w:t>I hope this paper is suitable for “</w:t>
      </w:r>
      <w:proofErr w:type="spellStart"/>
      <w:r w:rsidRPr="00482B54">
        <w:rPr>
          <w:rFonts w:ascii="Calibri" w:hAnsi="Calibri"/>
        </w:rPr>
        <w:t>J</w:t>
      </w:r>
      <w:r w:rsidRPr="00482B54">
        <w:rPr>
          <w:rFonts w:ascii="Calibri" w:hAnsi="Calibri"/>
          <w:lang w:eastAsia="zh-CN"/>
        </w:rPr>
        <w:t>oVE</w:t>
      </w:r>
      <w:proofErr w:type="spellEnd"/>
      <w:r w:rsidRPr="00482B54">
        <w:rPr>
          <w:rFonts w:ascii="Calibri" w:hAnsi="Calibri"/>
        </w:rPr>
        <w:t>”.</w:t>
      </w:r>
    </w:p>
    <w:p w:rsidR="002529E5" w:rsidRPr="00482B54" w:rsidRDefault="002529E5" w:rsidP="002529E5">
      <w:pPr>
        <w:rPr>
          <w:rFonts w:ascii="Calibri" w:hAnsi="Calibri"/>
        </w:rPr>
      </w:pPr>
    </w:p>
    <w:p w:rsidR="002529E5" w:rsidRPr="00482B54" w:rsidRDefault="002529E5" w:rsidP="002529E5">
      <w:pPr>
        <w:rPr>
          <w:rFonts w:ascii="Calibri" w:hAnsi="Calibri"/>
        </w:rPr>
      </w:pPr>
      <w:r w:rsidRPr="00482B54">
        <w:rPr>
          <w:rFonts w:ascii="Calibri" w:hAnsi="Calibri"/>
        </w:rPr>
        <w:t>No conflict of interest exits in the submission of this manuscript, and manuscript is approved by all authors for publication. I would like to declare on behalf of my co-authors that the work described was original research that has not been published previously, and not under consideration for publication elsewhere, in whole or in part. All the authors listed have approved the manuscript that is enclosed.</w:t>
      </w:r>
    </w:p>
    <w:p w:rsidR="002529E5" w:rsidRPr="00482B54" w:rsidRDefault="002529E5" w:rsidP="002529E5">
      <w:pPr>
        <w:rPr>
          <w:rFonts w:ascii="Calibri" w:hAnsi="Calibri"/>
        </w:rPr>
      </w:pPr>
      <w:r w:rsidRPr="00482B54">
        <w:rPr>
          <w:rFonts w:ascii="Calibri" w:hAnsi="Calibri"/>
        </w:rPr>
        <w:br/>
        <w:t>We deeply appreciate your consideration of our manuscript, and we look forward to receiving comments from the reviewers. If you have any queries, please don’t hesitate to contact me at the address below.</w:t>
      </w:r>
    </w:p>
    <w:p w:rsidR="002529E5" w:rsidRPr="00482B54" w:rsidRDefault="002529E5" w:rsidP="002529E5">
      <w:pPr>
        <w:rPr>
          <w:rFonts w:ascii="Calibri" w:hAnsi="Calibri"/>
        </w:rPr>
      </w:pPr>
      <w:r w:rsidRPr="00482B54">
        <w:rPr>
          <w:rFonts w:ascii="Calibri" w:hAnsi="Calibri"/>
        </w:rPr>
        <w:br/>
        <w:t>Thank you and best regards.</w:t>
      </w:r>
      <w:r w:rsidRPr="00482B54">
        <w:rPr>
          <w:rFonts w:ascii="Calibri" w:hAnsi="Calibri"/>
        </w:rPr>
        <w:br/>
      </w:r>
    </w:p>
    <w:p w:rsidR="002529E5" w:rsidRPr="00482B54" w:rsidRDefault="002529E5" w:rsidP="002529E5">
      <w:pPr>
        <w:rPr>
          <w:rFonts w:ascii="Calibri" w:hAnsi="Calibri"/>
        </w:rPr>
      </w:pPr>
      <w:r w:rsidRPr="00482B54">
        <w:rPr>
          <w:rFonts w:ascii="Calibri" w:hAnsi="Calibri"/>
        </w:rPr>
        <w:t>Yours sincerely,</w:t>
      </w:r>
    </w:p>
    <w:p w:rsidR="002529E5" w:rsidRPr="00482B54" w:rsidRDefault="002529E5" w:rsidP="002529E5">
      <w:pPr>
        <w:rPr>
          <w:rFonts w:ascii="Calibri" w:hAnsi="Calibri"/>
        </w:rPr>
      </w:pPr>
      <w:r w:rsidRPr="00482B54">
        <w:rPr>
          <w:rFonts w:ascii="Calibri" w:hAnsi="Calibri"/>
        </w:rPr>
        <w:br/>
      </w:r>
      <w:r w:rsidR="000F66B3" w:rsidRPr="00482B54">
        <w:rPr>
          <w:rFonts w:ascii="Calibri" w:hAnsi="Calibri"/>
          <w:sz w:val="22"/>
          <w:szCs w:val="22"/>
        </w:rPr>
        <w:t>Dr. Prof.</w:t>
      </w:r>
      <w:r w:rsidR="000F66B3" w:rsidRPr="00482B54">
        <w:rPr>
          <w:rFonts w:ascii="Calibri" w:hAnsi="Calibri"/>
          <w:sz w:val="22"/>
        </w:rPr>
        <w:t xml:space="preserve"> </w:t>
      </w:r>
      <w:r w:rsidR="000F66B3" w:rsidRPr="00482B54">
        <w:rPr>
          <w:rFonts w:ascii="Calibri" w:hAnsi="Calibri"/>
        </w:rPr>
        <w:t>Xi</w:t>
      </w:r>
      <w:r w:rsidR="000F66B3" w:rsidRPr="00482B54">
        <w:rPr>
          <w:rFonts w:ascii="Calibri" w:hAnsi="Calibri"/>
          <w:lang w:eastAsia="zh-CN"/>
        </w:rPr>
        <w:t>-Z</w:t>
      </w:r>
      <w:r w:rsidR="000F66B3" w:rsidRPr="00482B54">
        <w:rPr>
          <w:rFonts w:ascii="Calibri" w:hAnsi="Calibri"/>
        </w:rPr>
        <w:t>eng Feng</w:t>
      </w:r>
    </w:p>
    <w:p w:rsidR="002529E5" w:rsidRPr="002529E5" w:rsidRDefault="002529E5" w:rsidP="002529E5">
      <w:pPr>
        <w:rPr>
          <w:rFonts w:ascii="Calibri" w:hAnsi="Calibri"/>
        </w:rPr>
      </w:pPr>
      <w:r w:rsidRPr="00482B54">
        <w:rPr>
          <w:rFonts w:ascii="Calibri" w:hAnsi="Calibri"/>
        </w:rPr>
        <w:br/>
        <w:t>E-mail: xzfeng@nankai.edu.cn</w:t>
      </w:r>
    </w:p>
    <w:p w:rsidR="00BA7E5D" w:rsidRPr="002529E5" w:rsidRDefault="00BA7E5D" w:rsidP="00B41595">
      <w:pPr>
        <w:rPr>
          <w:bCs/>
          <w:sz w:val="22"/>
        </w:rPr>
      </w:pPr>
    </w:p>
    <w:sectPr w:rsidR="00BA7E5D" w:rsidRPr="002529E5">
      <w:headerReference w:type="default" r:id="rId8"/>
      <w:footerReference w:type="default" r:id="rId9"/>
      <w:pgSz w:w="12240" w:h="15840"/>
      <w:pgMar w:top="720" w:right="720" w:bottom="720" w:left="720" w:header="421" w:footer="39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3715" w:rsidRDefault="00913715">
      <w:r>
        <w:separator/>
      </w:r>
    </w:p>
  </w:endnote>
  <w:endnote w:type="continuationSeparator" w:id="0">
    <w:p w:rsidR="00913715" w:rsidRDefault="00913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Segoe UI Symbol"/>
    <w:charset w:val="02"/>
    <w:family w:val="auto"/>
    <w:pitch w:val="default"/>
    <w:sig w:usb0="00000000" w:usb1="00000000" w:usb2="00000000" w:usb3="00000000" w:csb0="00040001"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73" w:type="dxa"/>
      <w:tblInd w:w="-459" w:type="dxa"/>
      <w:tblBorders>
        <w:top w:val="single" w:sz="8" w:space="0" w:color="auto"/>
        <w:bottom w:val="single" w:sz="8" w:space="0" w:color="auto"/>
      </w:tblBorders>
      <w:tblLayout w:type="fixed"/>
      <w:tblLook w:val="04A0" w:firstRow="1" w:lastRow="0" w:firstColumn="1" w:lastColumn="0" w:noHBand="0" w:noVBand="1"/>
    </w:tblPr>
    <w:tblGrid>
      <w:gridCol w:w="10773"/>
    </w:tblGrid>
    <w:tr w:rsidR="00E17B22">
      <w:trPr>
        <w:trHeight w:val="542"/>
      </w:trPr>
      <w:tc>
        <w:tcPr>
          <w:tcW w:w="10773" w:type="dxa"/>
          <w:vAlign w:val="center"/>
        </w:tcPr>
        <w:p w:rsidR="00E17B22" w:rsidRDefault="003E4BF2">
          <w:pPr>
            <w:pStyle w:val="ac"/>
            <w:ind w:right="175"/>
            <w:rPr>
              <w:rFonts w:ascii="Arial" w:eastAsia="宋体" w:hAnsi="Arial"/>
              <w:sz w:val="18"/>
              <w:lang w:eastAsia="zh-CN"/>
            </w:rPr>
          </w:pPr>
          <w:r>
            <w:rPr>
              <w:rFonts w:ascii="Arial" w:hAnsi="Arial"/>
              <w:sz w:val="18"/>
            </w:rPr>
            <w:t>http://www.</w:t>
          </w:r>
          <w:r>
            <w:rPr>
              <w:rFonts w:ascii="Arial" w:eastAsia="宋体" w:hAnsi="Arial" w:hint="eastAsia"/>
              <w:sz w:val="18"/>
              <w:lang w:eastAsia="zh-CN"/>
            </w:rPr>
            <w:t>nankai.edu.cn</w:t>
          </w:r>
        </w:p>
        <w:p w:rsidR="00E17B22" w:rsidRDefault="00E17B22">
          <w:pPr>
            <w:rPr>
              <w:rFonts w:eastAsia="宋体"/>
              <w:lang w:eastAsia="zh-CN"/>
            </w:rPr>
          </w:pPr>
        </w:p>
      </w:tc>
    </w:tr>
  </w:tbl>
  <w:p w:rsidR="00E17B22" w:rsidRDefault="00E17B2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3715" w:rsidRDefault="00913715">
      <w:r>
        <w:separator/>
      </w:r>
    </w:p>
  </w:footnote>
  <w:footnote w:type="continuationSeparator" w:id="0">
    <w:p w:rsidR="00913715" w:rsidRDefault="009137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73" w:type="dxa"/>
      <w:tblInd w:w="-459" w:type="dxa"/>
      <w:tblLayout w:type="fixed"/>
      <w:tblLook w:val="04A0" w:firstRow="1" w:lastRow="0" w:firstColumn="1" w:lastColumn="0" w:noHBand="0" w:noVBand="1"/>
    </w:tblPr>
    <w:tblGrid>
      <w:gridCol w:w="1767"/>
      <w:gridCol w:w="9006"/>
    </w:tblGrid>
    <w:tr w:rsidR="00E17B22">
      <w:tc>
        <w:tcPr>
          <w:tcW w:w="1767" w:type="dxa"/>
          <w:tcBorders>
            <w:bottom w:val="single" w:sz="18" w:space="0" w:color="auto"/>
          </w:tcBorders>
        </w:tcPr>
        <w:p w:rsidR="00E17B22" w:rsidRDefault="00D21C76">
          <w:pPr>
            <w:pStyle w:val="a7"/>
            <w:rPr>
              <w:sz w:val="22"/>
              <w:szCs w:val="22"/>
            </w:rPr>
          </w:pPr>
          <w:r>
            <w:rPr>
              <w:noProof/>
              <w:lang w:eastAsia="zh-CN"/>
            </w:rPr>
            <w:drawing>
              <wp:inline distT="0" distB="0" distL="0" distR="0">
                <wp:extent cx="979805" cy="979805"/>
                <wp:effectExtent l="0" t="0" r="0" b="0"/>
                <wp:docPr id="1" name="Picture 1" descr="10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05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9805" cy="979805"/>
                        </a:xfrm>
                        <a:prstGeom prst="rect">
                          <a:avLst/>
                        </a:prstGeom>
                        <a:noFill/>
                        <a:ln>
                          <a:noFill/>
                        </a:ln>
                      </pic:spPr>
                    </pic:pic>
                  </a:graphicData>
                </a:graphic>
              </wp:inline>
            </w:drawing>
          </w:r>
        </w:p>
      </w:tc>
      <w:tc>
        <w:tcPr>
          <w:tcW w:w="9006" w:type="dxa"/>
          <w:tcBorders>
            <w:bottom w:val="single" w:sz="18" w:space="0" w:color="auto"/>
          </w:tcBorders>
        </w:tcPr>
        <w:p w:rsidR="00E17B22" w:rsidRDefault="00E17B22">
          <w:pPr>
            <w:pStyle w:val="ac"/>
            <w:wordWrap w:val="0"/>
            <w:ind w:right="175"/>
            <w:jc w:val="right"/>
            <w:rPr>
              <w:rFonts w:eastAsia="宋体"/>
              <w:sz w:val="44"/>
              <w:lang w:eastAsia="zh-CN"/>
            </w:rPr>
          </w:pPr>
        </w:p>
        <w:p w:rsidR="00E17B22" w:rsidRDefault="00BA7E5D" w:rsidP="00BA7E5D">
          <w:pPr>
            <w:pStyle w:val="ac"/>
            <w:ind w:right="175"/>
            <w:jc w:val="right"/>
            <w:rPr>
              <w:rFonts w:eastAsia="宋体"/>
              <w:sz w:val="44"/>
              <w:lang w:eastAsia="zh-CN"/>
            </w:rPr>
          </w:pPr>
          <w:r w:rsidRPr="00BA7E5D">
            <w:t xml:space="preserve">State Key Laboratory of Medicinal Chemical Biology, </w:t>
          </w:r>
          <w:r w:rsidR="003E4BF2">
            <w:t>Nankai University</w:t>
          </w:r>
        </w:p>
      </w:tc>
    </w:tr>
    <w:tr w:rsidR="00E17B22">
      <w:tc>
        <w:tcPr>
          <w:tcW w:w="1767" w:type="dxa"/>
          <w:tcBorders>
            <w:top w:val="single" w:sz="18" w:space="0" w:color="auto"/>
          </w:tcBorders>
        </w:tcPr>
        <w:p w:rsidR="00E17B22" w:rsidRDefault="00E17B22">
          <w:pPr>
            <w:pStyle w:val="a7"/>
            <w:rPr>
              <w:sz w:val="22"/>
              <w:szCs w:val="22"/>
            </w:rPr>
          </w:pPr>
        </w:p>
      </w:tc>
      <w:tc>
        <w:tcPr>
          <w:tcW w:w="9006" w:type="dxa"/>
          <w:tcBorders>
            <w:top w:val="single" w:sz="18" w:space="0" w:color="auto"/>
          </w:tcBorders>
        </w:tcPr>
        <w:p w:rsidR="00E17B22" w:rsidRPr="003B1C02" w:rsidRDefault="003E4BF2">
          <w:pPr>
            <w:pStyle w:val="a9"/>
            <w:tabs>
              <w:tab w:val="left" w:pos="360"/>
              <w:tab w:val="left" w:pos="6840"/>
            </w:tabs>
            <w:wordWrap w:val="0"/>
            <w:spacing w:before="120"/>
            <w:jc w:val="right"/>
            <w:rPr>
              <w:rFonts w:ascii="Arial" w:eastAsia="宋体" w:hAnsi="Arial"/>
              <w:b/>
              <w:bCs/>
              <w:sz w:val="16"/>
              <w:lang w:eastAsia="zh-CN"/>
            </w:rPr>
          </w:pPr>
          <w:proofErr w:type="spellStart"/>
          <w:r w:rsidRPr="003B1C02">
            <w:rPr>
              <w:rFonts w:ascii="Arial" w:eastAsia="宋体" w:hAnsi="Arial" w:hint="eastAsia"/>
              <w:b/>
              <w:bCs/>
              <w:sz w:val="16"/>
              <w:lang w:eastAsia="zh-CN"/>
            </w:rPr>
            <w:t>Weijin</w:t>
          </w:r>
          <w:proofErr w:type="spellEnd"/>
          <w:r w:rsidRPr="003B1C02">
            <w:rPr>
              <w:rFonts w:ascii="Arial" w:eastAsia="宋体" w:hAnsi="Arial" w:hint="eastAsia"/>
              <w:b/>
              <w:bCs/>
              <w:sz w:val="16"/>
              <w:lang w:eastAsia="zh-CN"/>
            </w:rPr>
            <w:t xml:space="preserve"> Road 94 </w:t>
          </w:r>
          <w:r w:rsidRPr="003B1C02">
            <w:rPr>
              <w:rFonts w:ascii="Arial" w:eastAsia="宋体" w:hAnsi="Arial"/>
              <w:b/>
              <w:bCs/>
              <w:sz w:val="16"/>
              <w:lang w:eastAsia="zh-CN"/>
            </w:rPr>
            <w:t>Tianjin, 300071, China</w:t>
          </w:r>
        </w:p>
        <w:p w:rsidR="00E17B22" w:rsidRDefault="003E4BF2">
          <w:pPr>
            <w:pStyle w:val="a9"/>
            <w:tabs>
              <w:tab w:val="left" w:pos="360"/>
              <w:tab w:val="left" w:pos="6840"/>
            </w:tabs>
            <w:jc w:val="right"/>
            <w:rPr>
              <w:rFonts w:ascii="Arial" w:eastAsia="宋体" w:hAnsi="Arial"/>
              <w:b/>
              <w:bCs/>
              <w:sz w:val="16"/>
              <w:lang w:eastAsia="zh-CN"/>
            </w:rPr>
          </w:pPr>
          <w:r w:rsidRPr="003B1C02">
            <w:rPr>
              <w:rFonts w:ascii="Arial" w:eastAsia="宋体" w:hAnsi="Arial"/>
              <w:b/>
              <w:bCs/>
              <w:sz w:val="16"/>
              <w:lang w:eastAsia="zh-CN"/>
            </w:rPr>
            <w:t>Tel.</w:t>
          </w:r>
          <w:r w:rsidRPr="003B1C02">
            <w:rPr>
              <w:rFonts w:ascii="Arial" w:eastAsia="宋体" w:hAnsi="Arial"/>
              <w:b/>
              <w:bCs/>
              <w:sz w:val="16"/>
              <w:lang w:eastAsia="zh-CN"/>
            </w:rPr>
            <w:tab/>
            <w:t>+(</w:t>
          </w:r>
          <w:r>
            <w:rPr>
              <w:rFonts w:ascii="Arial" w:eastAsia="宋体" w:hAnsi="Arial" w:hint="eastAsia"/>
              <w:b/>
              <w:bCs/>
              <w:sz w:val="16"/>
              <w:lang w:eastAsia="zh-CN"/>
            </w:rPr>
            <w:t>86</w:t>
          </w:r>
          <w:r w:rsidRPr="003B1C02">
            <w:rPr>
              <w:rFonts w:ascii="Arial" w:eastAsia="宋体" w:hAnsi="Arial"/>
              <w:b/>
              <w:bCs/>
              <w:sz w:val="16"/>
              <w:lang w:eastAsia="zh-CN"/>
            </w:rPr>
            <w:t xml:space="preserve">) </w:t>
          </w:r>
          <w:r w:rsidR="00A40217">
            <w:rPr>
              <w:rFonts w:ascii="Arial" w:eastAsia="宋体" w:hAnsi="Arial"/>
              <w:b/>
              <w:bCs/>
              <w:sz w:val="16"/>
              <w:lang w:eastAsia="zh-CN"/>
            </w:rPr>
            <w:t>22-23507022</w:t>
          </w:r>
        </w:p>
        <w:p w:rsidR="00E17B22" w:rsidRPr="003B1C02" w:rsidRDefault="003E4BF2">
          <w:pPr>
            <w:pStyle w:val="1"/>
            <w:numPr>
              <w:ilvl w:val="0"/>
              <w:numId w:val="2"/>
            </w:numPr>
            <w:tabs>
              <w:tab w:val="left" w:pos="360"/>
              <w:tab w:val="left" w:pos="2880"/>
            </w:tabs>
            <w:jc w:val="right"/>
            <w:rPr>
              <w:rFonts w:eastAsia="宋体" w:cs="Arial"/>
              <w:lang w:eastAsia="zh-CN"/>
            </w:rPr>
          </w:pPr>
          <w:r w:rsidRPr="003B1C02">
            <w:rPr>
              <w:rFonts w:eastAsia="宋体" w:cs="Arial"/>
              <w:lang w:eastAsia="zh-CN"/>
            </w:rPr>
            <w:t>Fax</w:t>
          </w:r>
          <w:r w:rsidRPr="003B1C02">
            <w:rPr>
              <w:rFonts w:eastAsia="宋体" w:cs="Arial" w:hint="eastAsia"/>
              <w:lang w:eastAsia="zh-CN"/>
            </w:rPr>
            <w:t>.</w:t>
          </w:r>
          <w:r w:rsidRPr="003B1C02">
            <w:rPr>
              <w:rFonts w:eastAsia="宋体" w:cs="Arial"/>
              <w:lang w:eastAsia="zh-CN"/>
            </w:rPr>
            <w:tab/>
            <w:t xml:space="preserve"> +(86) </w:t>
          </w:r>
          <w:r w:rsidR="00A40217" w:rsidRPr="003B1C02">
            <w:rPr>
              <w:rFonts w:eastAsia="宋体" w:cs="Arial"/>
              <w:lang w:eastAsia="zh-CN"/>
            </w:rPr>
            <w:t>22-23507022</w:t>
          </w:r>
        </w:p>
      </w:tc>
    </w:tr>
  </w:tbl>
  <w:p w:rsidR="00E17B22" w:rsidRDefault="00E17B22">
    <w:pPr>
      <w:pStyle w:val="a7"/>
      <w:tabs>
        <w:tab w:val="clear" w:pos="4703"/>
        <w:tab w:val="clear" w:pos="9406"/>
        <w:tab w:val="left" w:pos="3682"/>
      </w:tabs>
      <w:rPr>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pStyle w:val="1"/>
      <w:lvlText w:val=""/>
      <w:lvlJc w:val="left"/>
      <w:pPr>
        <w:tabs>
          <w:tab w:val="left" w:pos="283"/>
        </w:tabs>
        <w:ind w:left="283" w:hanging="283"/>
      </w:pPr>
      <w:rPr>
        <w:rFonts w:ascii="Symbol" w:hAnsi="Symbol" w:cs="StarSymbol"/>
        <w:sz w:val="18"/>
        <w:szCs w:val="18"/>
      </w:rPr>
    </w:lvl>
    <w:lvl w:ilvl="1" w:tentative="1">
      <w:start w:val="1"/>
      <w:numFmt w:val="bullet"/>
      <w:lvlText w:val=""/>
      <w:lvlJc w:val="left"/>
      <w:pPr>
        <w:tabs>
          <w:tab w:val="left" w:pos="567"/>
        </w:tabs>
        <w:ind w:left="567" w:hanging="283"/>
      </w:pPr>
      <w:rPr>
        <w:rFonts w:ascii="Symbol" w:hAnsi="Symbol" w:cs="StarSymbol"/>
        <w:sz w:val="18"/>
        <w:szCs w:val="18"/>
      </w:rPr>
    </w:lvl>
    <w:lvl w:ilvl="2" w:tentative="1">
      <w:start w:val="1"/>
      <w:numFmt w:val="bullet"/>
      <w:lvlText w:val=""/>
      <w:lvlJc w:val="left"/>
      <w:pPr>
        <w:tabs>
          <w:tab w:val="left" w:pos="850"/>
        </w:tabs>
        <w:ind w:left="850" w:hanging="283"/>
      </w:pPr>
      <w:rPr>
        <w:rFonts w:ascii="Symbol" w:hAnsi="Symbol" w:cs="StarSymbol"/>
        <w:sz w:val="18"/>
        <w:szCs w:val="18"/>
      </w:rPr>
    </w:lvl>
    <w:lvl w:ilvl="3" w:tentative="1">
      <w:start w:val="1"/>
      <w:numFmt w:val="bullet"/>
      <w:lvlText w:val=""/>
      <w:lvlJc w:val="left"/>
      <w:pPr>
        <w:tabs>
          <w:tab w:val="left" w:pos="1134"/>
        </w:tabs>
        <w:ind w:left="1134" w:hanging="283"/>
      </w:pPr>
      <w:rPr>
        <w:rFonts w:ascii="Symbol" w:hAnsi="Symbol" w:cs="StarSymbol"/>
        <w:sz w:val="18"/>
        <w:szCs w:val="18"/>
      </w:rPr>
    </w:lvl>
    <w:lvl w:ilvl="4" w:tentative="1">
      <w:start w:val="1"/>
      <w:numFmt w:val="bullet"/>
      <w:lvlText w:val=""/>
      <w:lvlJc w:val="left"/>
      <w:pPr>
        <w:tabs>
          <w:tab w:val="left" w:pos="1417"/>
        </w:tabs>
        <w:ind w:left="1417" w:hanging="283"/>
      </w:pPr>
      <w:rPr>
        <w:rFonts w:ascii="Symbol" w:hAnsi="Symbol" w:cs="StarSymbol"/>
        <w:sz w:val="18"/>
        <w:szCs w:val="18"/>
      </w:rPr>
    </w:lvl>
    <w:lvl w:ilvl="5" w:tentative="1">
      <w:start w:val="1"/>
      <w:numFmt w:val="bullet"/>
      <w:lvlText w:val=""/>
      <w:lvlJc w:val="left"/>
      <w:pPr>
        <w:tabs>
          <w:tab w:val="left" w:pos="1701"/>
        </w:tabs>
        <w:ind w:left="1701" w:hanging="283"/>
      </w:pPr>
      <w:rPr>
        <w:rFonts w:ascii="Symbol" w:hAnsi="Symbol" w:cs="StarSymbol"/>
        <w:sz w:val="18"/>
        <w:szCs w:val="18"/>
      </w:rPr>
    </w:lvl>
    <w:lvl w:ilvl="6" w:tentative="1">
      <w:start w:val="1"/>
      <w:numFmt w:val="bullet"/>
      <w:lvlText w:val=""/>
      <w:lvlJc w:val="left"/>
      <w:pPr>
        <w:tabs>
          <w:tab w:val="left" w:pos="1984"/>
        </w:tabs>
        <w:ind w:left="1984" w:hanging="283"/>
      </w:pPr>
      <w:rPr>
        <w:rFonts w:ascii="Symbol" w:hAnsi="Symbol" w:cs="StarSymbol"/>
        <w:sz w:val="18"/>
        <w:szCs w:val="18"/>
      </w:rPr>
    </w:lvl>
    <w:lvl w:ilvl="7" w:tentative="1">
      <w:start w:val="1"/>
      <w:numFmt w:val="bullet"/>
      <w:lvlText w:val=""/>
      <w:lvlJc w:val="left"/>
      <w:pPr>
        <w:tabs>
          <w:tab w:val="left" w:pos="2268"/>
        </w:tabs>
        <w:ind w:left="2268" w:hanging="283"/>
      </w:pPr>
      <w:rPr>
        <w:rFonts w:ascii="Symbol" w:hAnsi="Symbol" w:cs="StarSymbol"/>
        <w:sz w:val="18"/>
        <w:szCs w:val="18"/>
      </w:rPr>
    </w:lvl>
    <w:lvl w:ilvl="8" w:tentative="1">
      <w:start w:val="1"/>
      <w:numFmt w:val="bullet"/>
      <w:lvlText w:val=""/>
      <w:lvlJc w:val="left"/>
      <w:pPr>
        <w:tabs>
          <w:tab w:val="left" w:pos="2551"/>
        </w:tabs>
        <w:ind w:left="2551" w:hanging="283"/>
      </w:pPr>
      <w:rPr>
        <w:rFonts w:ascii="Symbol" w:hAnsi="Symbol" w:cs="StarSymbol"/>
        <w:sz w:val="18"/>
        <w:szCs w:val="18"/>
      </w:rPr>
    </w:lvl>
  </w:abstractNum>
  <w:abstractNum w:abstractNumId="1" w15:restartNumberingAfterBreak="0">
    <w:nsid w:val="00000002"/>
    <w:multiLevelType w:val="multilevel"/>
    <w:tmpl w:val="00000002"/>
    <w:lvl w:ilvl="0">
      <w:start w:val="1"/>
      <w:numFmt w:val="none"/>
      <w:lvlText w:val=""/>
      <w:lvlJc w:val="left"/>
      <w:pPr>
        <w:tabs>
          <w:tab w:val="left" w:pos="0"/>
        </w:tabs>
        <w:ind w:left="0" w:firstLine="0"/>
      </w:pPr>
    </w:lvl>
    <w:lvl w:ilvl="1" w:tentative="1">
      <w:start w:val="1"/>
      <w:numFmt w:val="none"/>
      <w:lvlText w:val=""/>
      <w:lvlJc w:val="left"/>
      <w:pPr>
        <w:tabs>
          <w:tab w:val="left" w:pos="0"/>
        </w:tabs>
        <w:ind w:left="0" w:firstLine="0"/>
      </w:pPr>
    </w:lvl>
    <w:lvl w:ilvl="2" w:tentative="1">
      <w:start w:val="1"/>
      <w:numFmt w:val="none"/>
      <w:lvlText w:val=""/>
      <w:lvlJc w:val="left"/>
      <w:pPr>
        <w:tabs>
          <w:tab w:val="left" w:pos="0"/>
        </w:tabs>
        <w:ind w:left="0" w:firstLine="0"/>
      </w:pPr>
    </w:lvl>
    <w:lvl w:ilvl="3" w:tentative="1">
      <w:start w:val="1"/>
      <w:numFmt w:val="none"/>
      <w:lvlText w:val=""/>
      <w:lvlJc w:val="left"/>
      <w:pPr>
        <w:tabs>
          <w:tab w:val="left" w:pos="0"/>
        </w:tabs>
        <w:ind w:left="0" w:firstLine="0"/>
      </w:pPr>
    </w:lvl>
    <w:lvl w:ilvl="4" w:tentative="1">
      <w:start w:val="1"/>
      <w:numFmt w:val="none"/>
      <w:lvlText w:val=""/>
      <w:lvlJc w:val="left"/>
      <w:pPr>
        <w:tabs>
          <w:tab w:val="left" w:pos="0"/>
        </w:tabs>
        <w:ind w:left="0" w:firstLine="0"/>
      </w:pPr>
    </w:lvl>
    <w:lvl w:ilvl="5" w:tentative="1">
      <w:start w:val="1"/>
      <w:numFmt w:val="none"/>
      <w:lvlText w:val=""/>
      <w:lvlJc w:val="left"/>
      <w:pPr>
        <w:tabs>
          <w:tab w:val="left" w:pos="0"/>
        </w:tabs>
        <w:ind w:left="0" w:firstLine="0"/>
      </w:pPr>
    </w:lvl>
    <w:lvl w:ilvl="6" w:tentative="1">
      <w:start w:val="1"/>
      <w:numFmt w:val="none"/>
      <w:lvlText w:val=""/>
      <w:lvlJc w:val="left"/>
      <w:pPr>
        <w:tabs>
          <w:tab w:val="left" w:pos="0"/>
        </w:tabs>
        <w:ind w:left="0" w:firstLine="0"/>
      </w:pPr>
    </w:lvl>
    <w:lvl w:ilvl="7" w:tentative="1">
      <w:start w:val="1"/>
      <w:numFmt w:val="none"/>
      <w:lvlText w:val=""/>
      <w:lvlJc w:val="left"/>
      <w:pPr>
        <w:tabs>
          <w:tab w:val="left" w:pos="0"/>
        </w:tabs>
        <w:ind w:left="0" w:firstLine="0"/>
      </w:pPr>
    </w:lvl>
    <w:lvl w:ilvl="8" w:tentative="1">
      <w:start w:val="1"/>
      <w:numFmt w:val="none"/>
      <w:lvlText w:val=""/>
      <w:lvlJc w:val="left"/>
      <w:pPr>
        <w:tabs>
          <w:tab w:val="left" w:pos="0"/>
        </w:tabs>
        <w:ind w:left="0" w:firstLine="0"/>
      </w:pPr>
    </w:lvl>
  </w:abstractNum>
  <w:abstractNum w:abstractNumId="2" w15:restartNumberingAfterBreak="0">
    <w:nsid w:val="65B10FFE"/>
    <w:multiLevelType w:val="hybridMultilevel"/>
    <w:tmpl w:val="93E05F54"/>
    <w:lvl w:ilvl="0" w:tplc="AFD8630E">
      <w:start w:val="1"/>
      <w:numFmt w:val="decimal"/>
      <w:lvlText w:val="%1)"/>
      <w:lvlJc w:val="left"/>
      <w:pPr>
        <w:ind w:left="690" w:hanging="360"/>
      </w:pPr>
      <w:rPr>
        <w:rFonts w:hint="default"/>
      </w:rPr>
    </w:lvl>
    <w:lvl w:ilvl="1" w:tplc="04090019" w:tentative="1">
      <w:start w:val="1"/>
      <w:numFmt w:val="lowerLetter"/>
      <w:lvlText w:val="%2)"/>
      <w:lvlJc w:val="left"/>
      <w:pPr>
        <w:ind w:left="1170" w:hanging="420"/>
      </w:pPr>
    </w:lvl>
    <w:lvl w:ilvl="2" w:tplc="0409001B" w:tentative="1">
      <w:start w:val="1"/>
      <w:numFmt w:val="lowerRoman"/>
      <w:lvlText w:val="%3."/>
      <w:lvlJc w:val="right"/>
      <w:pPr>
        <w:ind w:left="1590" w:hanging="420"/>
      </w:pPr>
    </w:lvl>
    <w:lvl w:ilvl="3" w:tplc="0409000F" w:tentative="1">
      <w:start w:val="1"/>
      <w:numFmt w:val="decimal"/>
      <w:lvlText w:val="%4."/>
      <w:lvlJc w:val="left"/>
      <w:pPr>
        <w:ind w:left="2010" w:hanging="420"/>
      </w:pPr>
    </w:lvl>
    <w:lvl w:ilvl="4" w:tplc="04090019" w:tentative="1">
      <w:start w:val="1"/>
      <w:numFmt w:val="lowerLetter"/>
      <w:lvlText w:val="%5)"/>
      <w:lvlJc w:val="left"/>
      <w:pPr>
        <w:ind w:left="2430" w:hanging="420"/>
      </w:pPr>
    </w:lvl>
    <w:lvl w:ilvl="5" w:tplc="0409001B" w:tentative="1">
      <w:start w:val="1"/>
      <w:numFmt w:val="lowerRoman"/>
      <w:lvlText w:val="%6."/>
      <w:lvlJc w:val="right"/>
      <w:pPr>
        <w:ind w:left="2850" w:hanging="420"/>
      </w:pPr>
    </w:lvl>
    <w:lvl w:ilvl="6" w:tplc="0409000F" w:tentative="1">
      <w:start w:val="1"/>
      <w:numFmt w:val="decimal"/>
      <w:lvlText w:val="%7."/>
      <w:lvlJc w:val="left"/>
      <w:pPr>
        <w:ind w:left="3270" w:hanging="420"/>
      </w:pPr>
    </w:lvl>
    <w:lvl w:ilvl="7" w:tplc="04090019" w:tentative="1">
      <w:start w:val="1"/>
      <w:numFmt w:val="lowerLetter"/>
      <w:lvlText w:val="%8)"/>
      <w:lvlJc w:val="left"/>
      <w:pPr>
        <w:ind w:left="3690" w:hanging="420"/>
      </w:pPr>
    </w:lvl>
    <w:lvl w:ilvl="8" w:tplc="0409001B" w:tentative="1">
      <w:start w:val="1"/>
      <w:numFmt w:val="lowerRoman"/>
      <w:lvlText w:val="%9."/>
      <w:lvlJc w:val="right"/>
      <w:pPr>
        <w:ind w:left="411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attachedTemplate r:id="rId1"/>
  <w:defaultTabStop w:val="720"/>
  <w:drawingGridHorizontalSpacing w:val="120"/>
  <w:displayHorizontalDrawingGridEvery w:val="2"/>
  <w:characterSpacingControl w:val="doNotCompress"/>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doNotLeaveBackslashAlon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SpringerBasicNumber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tfpwd2wf62saafef2vi5v2rop29fa9dwddsa&quot;&gt;My EndNote Library for PHD learn&lt;record-ids&gt;&lt;item&gt;260&lt;/item&gt;&lt;item&gt;263&lt;/item&gt;&lt;item&gt;264&lt;/item&gt;&lt;item&gt;266&lt;/item&gt;&lt;item&gt;271&lt;/item&gt;&lt;item&gt;273&lt;/item&gt;&lt;item&gt;274&lt;/item&gt;&lt;item&gt;280&lt;/item&gt;&lt;/record-ids&gt;&lt;/item&gt;&lt;/Libraries&gt;"/>
  </w:docVars>
  <w:rsids>
    <w:rsidRoot w:val="00BA7E5D"/>
    <w:rsid w:val="000136E0"/>
    <w:rsid w:val="000273C4"/>
    <w:rsid w:val="00031DFF"/>
    <w:rsid w:val="00032201"/>
    <w:rsid w:val="00037242"/>
    <w:rsid w:val="000438A1"/>
    <w:rsid w:val="00045F5D"/>
    <w:rsid w:val="00053264"/>
    <w:rsid w:val="00054350"/>
    <w:rsid w:val="0006555C"/>
    <w:rsid w:val="000818C5"/>
    <w:rsid w:val="00082D8E"/>
    <w:rsid w:val="0008389A"/>
    <w:rsid w:val="00084F24"/>
    <w:rsid w:val="00085F78"/>
    <w:rsid w:val="000861FD"/>
    <w:rsid w:val="000875C0"/>
    <w:rsid w:val="000A40FA"/>
    <w:rsid w:val="000A4E32"/>
    <w:rsid w:val="000C53CB"/>
    <w:rsid w:val="000F1FDE"/>
    <w:rsid w:val="000F2DAE"/>
    <w:rsid w:val="000F66B3"/>
    <w:rsid w:val="000F771B"/>
    <w:rsid w:val="00111230"/>
    <w:rsid w:val="00116D76"/>
    <w:rsid w:val="0011779A"/>
    <w:rsid w:val="0012206F"/>
    <w:rsid w:val="00131CBF"/>
    <w:rsid w:val="001409AF"/>
    <w:rsid w:val="00140B30"/>
    <w:rsid w:val="00142727"/>
    <w:rsid w:val="00142B7B"/>
    <w:rsid w:val="001467FA"/>
    <w:rsid w:val="00146BDF"/>
    <w:rsid w:val="001539D3"/>
    <w:rsid w:val="001542B3"/>
    <w:rsid w:val="00165522"/>
    <w:rsid w:val="00181328"/>
    <w:rsid w:val="00193D33"/>
    <w:rsid w:val="001A4C70"/>
    <w:rsid w:val="001B0D8D"/>
    <w:rsid w:val="001C3BA4"/>
    <w:rsid w:val="001C5A5C"/>
    <w:rsid w:val="001D2A4F"/>
    <w:rsid w:val="001D563F"/>
    <w:rsid w:val="001D5C03"/>
    <w:rsid w:val="001E521A"/>
    <w:rsid w:val="00210512"/>
    <w:rsid w:val="00210837"/>
    <w:rsid w:val="0021661C"/>
    <w:rsid w:val="0021775C"/>
    <w:rsid w:val="00221BD8"/>
    <w:rsid w:val="00235FD4"/>
    <w:rsid w:val="00240DD4"/>
    <w:rsid w:val="002416D6"/>
    <w:rsid w:val="00243901"/>
    <w:rsid w:val="00245E20"/>
    <w:rsid w:val="002529E5"/>
    <w:rsid w:val="002546F8"/>
    <w:rsid w:val="002622A0"/>
    <w:rsid w:val="002655EA"/>
    <w:rsid w:val="002676E6"/>
    <w:rsid w:val="002711F2"/>
    <w:rsid w:val="00281E9C"/>
    <w:rsid w:val="00295F60"/>
    <w:rsid w:val="002A743E"/>
    <w:rsid w:val="002B1C1A"/>
    <w:rsid w:val="002B35ED"/>
    <w:rsid w:val="002B60F0"/>
    <w:rsid w:val="002C050F"/>
    <w:rsid w:val="002C4185"/>
    <w:rsid w:val="002C5CD8"/>
    <w:rsid w:val="002D304C"/>
    <w:rsid w:val="002E2266"/>
    <w:rsid w:val="002E2F96"/>
    <w:rsid w:val="003006CF"/>
    <w:rsid w:val="003018CF"/>
    <w:rsid w:val="00301AE6"/>
    <w:rsid w:val="003112E9"/>
    <w:rsid w:val="00312732"/>
    <w:rsid w:val="00312844"/>
    <w:rsid w:val="003175B2"/>
    <w:rsid w:val="0032334E"/>
    <w:rsid w:val="00331D6E"/>
    <w:rsid w:val="00341D0E"/>
    <w:rsid w:val="00350F32"/>
    <w:rsid w:val="003673CE"/>
    <w:rsid w:val="003767D1"/>
    <w:rsid w:val="00377EF4"/>
    <w:rsid w:val="0038028F"/>
    <w:rsid w:val="00380C30"/>
    <w:rsid w:val="00385010"/>
    <w:rsid w:val="003A2CFD"/>
    <w:rsid w:val="003A5BFC"/>
    <w:rsid w:val="003A7588"/>
    <w:rsid w:val="003B1C02"/>
    <w:rsid w:val="003C5646"/>
    <w:rsid w:val="003C64B3"/>
    <w:rsid w:val="003C77C5"/>
    <w:rsid w:val="003D04C3"/>
    <w:rsid w:val="003D67A9"/>
    <w:rsid w:val="003D6F29"/>
    <w:rsid w:val="003E15B0"/>
    <w:rsid w:val="003E3D65"/>
    <w:rsid w:val="003E4BF2"/>
    <w:rsid w:val="003F2BC7"/>
    <w:rsid w:val="003F65E6"/>
    <w:rsid w:val="004038CA"/>
    <w:rsid w:val="004070E7"/>
    <w:rsid w:val="004112FE"/>
    <w:rsid w:val="00412EFB"/>
    <w:rsid w:val="00413395"/>
    <w:rsid w:val="004137A0"/>
    <w:rsid w:val="004226BB"/>
    <w:rsid w:val="0042275E"/>
    <w:rsid w:val="00426210"/>
    <w:rsid w:val="0042716A"/>
    <w:rsid w:val="00431AF5"/>
    <w:rsid w:val="00432BD5"/>
    <w:rsid w:val="00440536"/>
    <w:rsid w:val="0044417F"/>
    <w:rsid w:val="0045462E"/>
    <w:rsid w:val="00457192"/>
    <w:rsid w:val="00463CCA"/>
    <w:rsid w:val="004701B2"/>
    <w:rsid w:val="0047111C"/>
    <w:rsid w:val="00473D47"/>
    <w:rsid w:val="00480C7F"/>
    <w:rsid w:val="00481C97"/>
    <w:rsid w:val="00481F5E"/>
    <w:rsid w:val="00492C56"/>
    <w:rsid w:val="004933DC"/>
    <w:rsid w:val="00495720"/>
    <w:rsid w:val="00495838"/>
    <w:rsid w:val="004A1EB2"/>
    <w:rsid w:val="004B2146"/>
    <w:rsid w:val="004B7898"/>
    <w:rsid w:val="004C5744"/>
    <w:rsid w:val="004D2CED"/>
    <w:rsid w:val="004E178C"/>
    <w:rsid w:val="004E702B"/>
    <w:rsid w:val="004F405D"/>
    <w:rsid w:val="004F47EC"/>
    <w:rsid w:val="004F5883"/>
    <w:rsid w:val="004F5B69"/>
    <w:rsid w:val="0050122A"/>
    <w:rsid w:val="0050153B"/>
    <w:rsid w:val="00503A17"/>
    <w:rsid w:val="00504837"/>
    <w:rsid w:val="005134B5"/>
    <w:rsid w:val="005145AB"/>
    <w:rsid w:val="00515E3D"/>
    <w:rsid w:val="00521D06"/>
    <w:rsid w:val="00524965"/>
    <w:rsid w:val="00530BD9"/>
    <w:rsid w:val="00534EEF"/>
    <w:rsid w:val="00542F8E"/>
    <w:rsid w:val="00561C6B"/>
    <w:rsid w:val="005826F8"/>
    <w:rsid w:val="00582D83"/>
    <w:rsid w:val="0059648A"/>
    <w:rsid w:val="00597081"/>
    <w:rsid w:val="005B13CF"/>
    <w:rsid w:val="005C0E40"/>
    <w:rsid w:val="005C2460"/>
    <w:rsid w:val="005C4F02"/>
    <w:rsid w:val="005C52FA"/>
    <w:rsid w:val="005C599C"/>
    <w:rsid w:val="005D6334"/>
    <w:rsid w:val="005E46E8"/>
    <w:rsid w:val="005E746D"/>
    <w:rsid w:val="005F0342"/>
    <w:rsid w:val="005F39A2"/>
    <w:rsid w:val="005F44AC"/>
    <w:rsid w:val="005F45E7"/>
    <w:rsid w:val="005F70B2"/>
    <w:rsid w:val="00602C64"/>
    <w:rsid w:val="006242E0"/>
    <w:rsid w:val="00625896"/>
    <w:rsid w:val="00625954"/>
    <w:rsid w:val="006441BC"/>
    <w:rsid w:val="0065205C"/>
    <w:rsid w:val="006625C3"/>
    <w:rsid w:val="00665B22"/>
    <w:rsid w:val="00666128"/>
    <w:rsid w:val="00666EF3"/>
    <w:rsid w:val="00667ECB"/>
    <w:rsid w:val="00673D28"/>
    <w:rsid w:val="00674531"/>
    <w:rsid w:val="00691748"/>
    <w:rsid w:val="00694235"/>
    <w:rsid w:val="00695599"/>
    <w:rsid w:val="00695DC3"/>
    <w:rsid w:val="006A37E3"/>
    <w:rsid w:val="006B37C0"/>
    <w:rsid w:val="006C6048"/>
    <w:rsid w:val="006C6F95"/>
    <w:rsid w:val="006D3122"/>
    <w:rsid w:val="006D4FBC"/>
    <w:rsid w:val="006D6D4F"/>
    <w:rsid w:val="006F12F6"/>
    <w:rsid w:val="006F6078"/>
    <w:rsid w:val="00702E5C"/>
    <w:rsid w:val="007051B6"/>
    <w:rsid w:val="00707E47"/>
    <w:rsid w:val="00716FB1"/>
    <w:rsid w:val="007177A1"/>
    <w:rsid w:val="00726F8F"/>
    <w:rsid w:val="007272DB"/>
    <w:rsid w:val="00730EDB"/>
    <w:rsid w:val="007357E6"/>
    <w:rsid w:val="007463BC"/>
    <w:rsid w:val="0075224A"/>
    <w:rsid w:val="00755589"/>
    <w:rsid w:val="00757A07"/>
    <w:rsid w:val="00766168"/>
    <w:rsid w:val="007728CB"/>
    <w:rsid w:val="00773E9B"/>
    <w:rsid w:val="007754F6"/>
    <w:rsid w:val="007917C9"/>
    <w:rsid w:val="00795675"/>
    <w:rsid w:val="007A0118"/>
    <w:rsid w:val="007F227C"/>
    <w:rsid w:val="007F33A4"/>
    <w:rsid w:val="00810E13"/>
    <w:rsid w:val="0081222C"/>
    <w:rsid w:val="00814ABA"/>
    <w:rsid w:val="0082187E"/>
    <w:rsid w:val="00836AA7"/>
    <w:rsid w:val="0084061D"/>
    <w:rsid w:val="0084188C"/>
    <w:rsid w:val="008436D8"/>
    <w:rsid w:val="008462FD"/>
    <w:rsid w:val="008469D3"/>
    <w:rsid w:val="00846DC7"/>
    <w:rsid w:val="00861132"/>
    <w:rsid w:val="00876D75"/>
    <w:rsid w:val="00880F31"/>
    <w:rsid w:val="00887F88"/>
    <w:rsid w:val="00892DAF"/>
    <w:rsid w:val="00897B2E"/>
    <w:rsid w:val="008A2F5A"/>
    <w:rsid w:val="008C2FF1"/>
    <w:rsid w:val="008C7D88"/>
    <w:rsid w:val="008D51DC"/>
    <w:rsid w:val="008D77BF"/>
    <w:rsid w:val="008E588D"/>
    <w:rsid w:val="008F0BA9"/>
    <w:rsid w:val="008F28AE"/>
    <w:rsid w:val="00902B0B"/>
    <w:rsid w:val="00913715"/>
    <w:rsid w:val="009360D9"/>
    <w:rsid w:val="00950EC2"/>
    <w:rsid w:val="00951B2D"/>
    <w:rsid w:val="00952F42"/>
    <w:rsid w:val="009707DB"/>
    <w:rsid w:val="009748DA"/>
    <w:rsid w:val="009840BE"/>
    <w:rsid w:val="00985232"/>
    <w:rsid w:val="00986805"/>
    <w:rsid w:val="00990849"/>
    <w:rsid w:val="00990A2A"/>
    <w:rsid w:val="00996C43"/>
    <w:rsid w:val="009A31B5"/>
    <w:rsid w:val="009B518A"/>
    <w:rsid w:val="009C4491"/>
    <w:rsid w:val="009C6AB7"/>
    <w:rsid w:val="009D49C2"/>
    <w:rsid w:val="009E08F8"/>
    <w:rsid w:val="009E56FC"/>
    <w:rsid w:val="00A02D47"/>
    <w:rsid w:val="00A123F0"/>
    <w:rsid w:val="00A15483"/>
    <w:rsid w:val="00A23DE3"/>
    <w:rsid w:val="00A2723F"/>
    <w:rsid w:val="00A27FD5"/>
    <w:rsid w:val="00A30218"/>
    <w:rsid w:val="00A37F24"/>
    <w:rsid w:val="00A40217"/>
    <w:rsid w:val="00A54BFC"/>
    <w:rsid w:val="00A65B7B"/>
    <w:rsid w:val="00A835CC"/>
    <w:rsid w:val="00A874E7"/>
    <w:rsid w:val="00AA18A5"/>
    <w:rsid w:val="00AA3980"/>
    <w:rsid w:val="00AA511C"/>
    <w:rsid w:val="00AB3CF1"/>
    <w:rsid w:val="00AB3F22"/>
    <w:rsid w:val="00AC2BC7"/>
    <w:rsid w:val="00AC4F18"/>
    <w:rsid w:val="00AD1238"/>
    <w:rsid w:val="00AE6D3B"/>
    <w:rsid w:val="00AF50CE"/>
    <w:rsid w:val="00AF7443"/>
    <w:rsid w:val="00B11637"/>
    <w:rsid w:val="00B153E1"/>
    <w:rsid w:val="00B177DA"/>
    <w:rsid w:val="00B26A5D"/>
    <w:rsid w:val="00B31EF8"/>
    <w:rsid w:val="00B34CDF"/>
    <w:rsid w:val="00B41595"/>
    <w:rsid w:val="00B421E3"/>
    <w:rsid w:val="00B476F1"/>
    <w:rsid w:val="00B533DD"/>
    <w:rsid w:val="00B57EAE"/>
    <w:rsid w:val="00B63373"/>
    <w:rsid w:val="00B642AA"/>
    <w:rsid w:val="00B7360A"/>
    <w:rsid w:val="00B773D7"/>
    <w:rsid w:val="00B8207C"/>
    <w:rsid w:val="00BA6720"/>
    <w:rsid w:val="00BA7E5D"/>
    <w:rsid w:val="00BB1E16"/>
    <w:rsid w:val="00BB3A33"/>
    <w:rsid w:val="00BB5725"/>
    <w:rsid w:val="00BB6188"/>
    <w:rsid w:val="00BC73BF"/>
    <w:rsid w:val="00BD3911"/>
    <w:rsid w:val="00BD5C58"/>
    <w:rsid w:val="00BF0B2D"/>
    <w:rsid w:val="00BF3D41"/>
    <w:rsid w:val="00C018F1"/>
    <w:rsid w:val="00C06032"/>
    <w:rsid w:val="00C2254F"/>
    <w:rsid w:val="00C3215F"/>
    <w:rsid w:val="00C32F5A"/>
    <w:rsid w:val="00C33597"/>
    <w:rsid w:val="00C37486"/>
    <w:rsid w:val="00C37B61"/>
    <w:rsid w:val="00C517E2"/>
    <w:rsid w:val="00C5442F"/>
    <w:rsid w:val="00C64709"/>
    <w:rsid w:val="00C6716B"/>
    <w:rsid w:val="00C71935"/>
    <w:rsid w:val="00C7376A"/>
    <w:rsid w:val="00C75011"/>
    <w:rsid w:val="00C77F73"/>
    <w:rsid w:val="00C80997"/>
    <w:rsid w:val="00C86CD8"/>
    <w:rsid w:val="00CA1B82"/>
    <w:rsid w:val="00CA422E"/>
    <w:rsid w:val="00CB5277"/>
    <w:rsid w:val="00CC2237"/>
    <w:rsid w:val="00CE1DE4"/>
    <w:rsid w:val="00CE24E7"/>
    <w:rsid w:val="00CE2832"/>
    <w:rsid w:val="00CE650B"/>
    <w:rsid w:val="00CF4D8D"/>
    <w:rsid w:val="00D06B51"/>
    <w:rsid w:val="00D10E38"/>
    <w:rsid w:val="00D128C0"/>
    <w:rsid w:val="00D21C76"/>
    <w:rsid w:val="00D21E31"/>
    <w:rsid w:val="00D22BCE"/>
    <w:rsid w:val="00D23BA7"/>
    <w:rsid w:val="00D23D32"/>
    <w:rsid w:val="00D27BBF"/>
    <w:rsid w:val="00D35F1B"/>
    <w:rsid w:val="00D375A0"/>
    <w:rsid w:val="00D47FB4"/>
    <w:rsid w:val="00D50CB5"/>
    <w:rsid w:val="00D52F15"/>
    <w:rsid w:val="00D53084"/>
    <w:rsid w:val="00D606E1"/>
    <w:rsid w:val="00D70ED4"/>
    <w:rsid w:val="00D77183"/>
    <w:rsid w:val="00D83EEF"/>
    <w:rsid w:val="00D85BBD"/>
    <w:rsid w:val="00D90FB5"/>
    <w:rsid w:val="00DA23D2"/>
    <w:rsid w:val="00DB1D14"/>
    <w:rsid w:val="00DD28CC"/>
    <w:rsid w:val="00DD593D"/>
    <w:rsid w:val="00DE0A18"/>
    <w:rsid w:val="00DE7ABD"/>
    <w:rsid w:val="00DF5AD1"/>
    <w:rsid w:val="00DF60B4"/>
    <w:rsid w:val="00E0168E"/>
    <w:rsid w:val="00E026D4"/>
    <w:rsid w:val="00E053E4"/>
    <w:rsid w:val="00E07C94"/>
    <w:rsid w:val="00E17B22"/>
    <w:rsid w:val="00E22AF8"/>
    <w:rsid w:val="00E22DEC"/>
    <w:rsid w:val="00E25BA7"/>
    <w:rsid w:val="00E2724B"/>
    <w:rsid w:val="00E27D03"/>
    <w:rsid w:val="00E3293D"/>
    <w:rsid w:val="00E436CB"/>
    <w:rsid w:val="00E70149"/>
    <w:rsid w:val="00E7236A"/>
    <w:rsid w:val="00E73100"/>
    <w:rsid w:val="00E75BDE"/>
    <w:rsid w:val="00E83CF0"/>
    <w:rsid w:val="00E847A6"/>
    <w:rsid w:val="00E90DC3"/>
    <w:rsid w:val="00E96F16"/>
    <w:rsid w:val="00EA130E"/>
    <w:rsid w:val="00EA5E07"/>
    <w:rsid w:val="00EB15B2"/>
    <w:rsid w:val="00ED2FB6"/>
    <w:rsid w:val="00EE1CBF"/>
    <w:rsid w:val="00EF31A1"/>
    <w:rsid w:val="00EF6D90"/>
    <w:rsid w:val="00EF74DF"/>
    <w:rsid w:val="00F134D7"/>
    <w:rsid w:val="00F14CDD"/>
    <w:rsid w:val="00F238B8"/>
    <w:rsid w:val="00F24762"/>
    <w:rsid w:val="00F43362"/>
    <w:rsid w:val="00F51FE8"/>
    <w:rsid w:val="00F578C9"/>
    <w:rsid w:val="00F6181E"/>
    <w:rsid w:val="00F62B8F"/>
    <w:rsid w:val="00F65112"/>
    <w:rsid w:val="00F67D9F"/>
    <w:rsid w:val="00F7272D"/>
    <w:rsid w:val="00F745C5"/>
    <w:rsid w:val="00FB4014"/>
    <w:rsid w:val="00FC5BCA"/>
    <w:rsid w:val="00FE1D07"/>
    <w:rsid w:val="00FE56DD"/>
    <w:rsid w:val="00FF15C3"/>
    <w:rsid w:val="3C9A139B"/>
    <w:rsid w:val="491D0E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1E2FC1F0"/>
  <w15:docId w15:val="{E3E5CA11-7D52-4873-9C22-7AD7CC831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pPr>
    <w:rPr>
      <w:rFonts w:ascii="Times New Roman" w:eastAsia="Times New Roman" w:hAnsi="Times New Roman"/>
      <w:sz w:val="24"/>
      <w:szCs w:val="24"/>
      <w:lang w:eastAsia="ar-SA"/>
    </w:rPr>
  </w:style>
  <w:style w:type="paragraph" w:styleId="1">
    <w:name w:val="heading 1"/>
    <w:basedOn w:val="a"/>
    <w:next w:val="a"/>
    <w:link w:val="10"/>
    <w:qFormat/>
    <w:pPr>
      <w:keepNext/>
      <w:numPr>
        <w:numId w:val="1"/>
      </w:numPr>
      <w:outlineLvl w:val="0"/>
    </w:pPr>
    <w:rPr>
      <w:rFonts w:ascii="Arial" w:hAnsi="Arial" w:cs="Times New Roman"/>
      <w:b/>
      <w:bCs/>
      <w:sz w:val="16"/>
    </w:rPr>
  </w:style>
  <w:style w:type="paragraph" w:styleId="2">
    <w:name w:val="heading 2"/>
    <w:basedOn w:val="a"/>
    <w:next w:val="a"/>
    <w:link w:val="20"/>
    <w:uiPriority w:val="9"/>
    <w:unhideWhenUsed/>
    <w:qFormat/>
    <w:rsid w:val="002676E6"/>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qFormat/>
    <w:pPr>
      <w:keepNext/>
      <w:spacing w:before="240" w:after="60"/>
      <w:outlineLvl w:val="2"/>
    </w:pPr>
    <w:rPr>
      <w:rFonts w:ascii="Cambria"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Pr>
      <w:rFonts w:ascii="Tahoma" w:hAnsi="Tahoma" w:cs="Tahoma"/>
      <w:sz w:val="16"/>
      <w:szCs w:val="16"/>
    </w:rPr>
  </w:style>
  <w:style w:type="paragraph" w:styleId="a5">
    <w:name w:val="footer"/>
    <w:basedOn w:val="a"/>
    <w:link w:val="a6"/>
    <w:uiPriority w:val="99"/>
    <w:unhideWhenUsed/>
    <w:pPr>
      <w:tabs>
        <w:tab w:val="center" w:pos="4703"/>
        <w:tab w:val="right" w:pos="9406"/>
      </w:tabs>
    </w:pPr>
  </w:style>
  <w:style w:type="paragraph" w:styleId="a7">
    <w:name w:val="header"/>
    <w:basedOn w:val="a"/>
    <w:link w:val="a8"/>
    <w:uiPriority w:val="99"/>
    <w:unhideWhenUsed/>
    <w:pPr>
      <w:tabs>
        <w:tab w:val="center" w:pos="4703"/>
        <w:tab w:val="right" w:pos="9406"/>
      </w:tabs>
    </w:pPr>
  </w:style>
  <w:style w:type="paragraph" w:styleId="a9">
    <w:name w:val="Subtitle"/>
    <w:basedOn w:val="a"/>
    <w:next w:val="a"/>
    <w:link w:val="aa"/>
    <w:qFormat/>
    <w:pPr>
      <w:jc w:val="center"/>
    </w:pPr>
    <w:rPr>
      <w:rFonts w:ascii="Arial Black" w:hAnsi="Arial Black" w:cs="Arial"/>
      <w:sz w:val="36"/>
    </w:rPr>
  </w:style>
  <w:style w:type="paragraph" w:styleId="HTML">
    <w:name w:val="HTML Preformatted"/>
    <w:basedOn w:val="a"/>
    <w:link w:val="HTML0"/>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n-US"/>
    </w:rPr>
  </w:style>
  <w:style w:type="paragraph" w:styleId="ab">
    <w:name w:val="Normal (Web)"/>
    <w:basedOn w:val="a"/>
    <w:uiPriority w:val="99"/>
    <w:unhideWhenUsed/>
    <w:pPr>
      <w:spacing w:before="100" w:beforeAutospacing="1" w:after="100" w:afterAutospacing="1"/>
    </w:pPr>
    <w:rPr>
      <w:lang w:eastAsia="en-US"/>
    </w:rPr>
  </w:style>
  <w:style w:type="paragraph" w:styleId="ac">
    <w:name w:val="Title"/>
    <w:basedOn w:val="a"/>
    <w:next w:val="a"/>
    <w:link w:val="ad"/>
    <w:qFormat/>
    <w:pPr>
      <w:jc w:val="center"/>
    </w:pPr>
    <w:rPr>
      <w:rFonts w:ascii="Arial Black" w:hAnsi="Arial Black" w:cs="Arial"/>
      <w:sz w:val="36"/>
    </w:rPr>
  </w:style>
  <w:style w:type="character" w:styleId="ae">
    <w:name w:val="Hyperlink"/>
    <w:uiPriority w:val="99"/>
    <w:unhideWhenUsed/>
    <w:rPr>
      <w:color w:val="0000FF"/>
      <w:u w:val="single"/>
    </w:rPr>
  </w:style>
  <w:style w:type="table" w:styleId="af">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IMP">
    <w:name w:val="Normal_IMP"/>
    <w:basedOn w:val="a"/>
    <w:pPr>
      <w:spacing w:line="228" w:lineRule="auto"/>
    </w:pPr>
  </w:style>
  <w:style w:type="character" w:customStyle="1" w:styleId="HTML0">
    <w:name w:val="HTML 预设格式 字符"/>
    <w:link w:val="HTML"/>
    <w:uiPriority w:val="99"/>
    <w:rPr>
      <w:rFonts w:ascii="Courier New" w:eastAsia="Times New Roman" w:hAnsi="Courier New" w:cs="Courier New"/>
    </w:rPr>
  </w:style>
  <w:style w:type="character" w:customStyle="1" w:styleId="a6">
    <w:name w:val="页脚 字符"/>
    <w:basedOn w:val="a0"/>
    <w:link w:val="a5"/>
    <w:uiPriority w:val="99"/>
  </w:style>
  <w:style w:type="character" w:customStyle="1" w:styleId="a4">
    <w:name w:val="批注框文本 字符"/>
    <w:link w:val="a3"/>
    <w:uiPriority w:val="99"/>
    <w:semiHidden/>
    <w:rPr>
      <w:rFonts w:ascii="Tahoma" w:hAnsi="Tahoma" w:cs="Tahoma"/>
      <w:sz w:val="16"/>
      <w:szCs w:val="16"/>
    </w:rPr>
  </w:style>
  <w:style w:type="character" w:customStyle="1" w:styleId="a8">
    <w:name w:val="页眉 字符"/>
    <w:basedOn w:val="a0"/>
    <w:link w:val="a7"/>
    <w:uiPriority w:val="99"/>
  </w:style>
  <w:style w:type="character" w:customStyle="1" w:styleId="boldtext">
    <w:name w:val="boldtext"/>
    <w:basedOn w:val="a0"/>
  </w:style>
  <w:style w:type="character" w:customStyle="1" w:styleId="aa">
    <w:name w:val="副标题 字符"/>
    <w:link w:val="a9"/>
    <w:rPr>
      <w:rFonts w:ascii="Arial Black" w:eastAsia="Times New Roman" w:hAnsi="Arial Black" w:cs="Arial"/>
      <w:sz w:val="36"/>
      <w:szCs w:val="24"/>
      <w:lang w:eastAsia="ar-SA"/>
    </w:rPr>
  </w:style>
  <w:style w:type="character" w:customStyle="1" w:styleId="apple-converted-space">
    <w:name w:val="apple-converted-space"/>
    <w:basedOn w:val="a0"/>
  </w:style>
  <w:style w:type="character" w:customStyle="1" w:styleId="30">
    <w:name w:val="标题 3 字符"/>
    <w:link w:val="3"/>
    <w:uiPriority w:val="9"/>
    <w:semiHidden/>
    <w:rPr>
      <w:rFonts w:ascii="Cambria" w:eastAsia="Times New Roman" w:hAnsi="Cambria" w:cs="Times New Roman"/>
      <w:b/>
      <w:bCs/>
      <w:sz w:val="26"/>
      <w:szCs w:val="26"/>
      <w:lang w:eastAsia="ar-SA"/>
    </w:rPr>
  </w:style>
  <w:style w:type="character" w:customStyle="1" w:styleId="10">
    <w:name w:val="标题 1 字符"/>
    <w:link w:val="1"/>
    <w:rPr>
      <w:rFonts w:ascii="Arial" w:eastAsia="Times New Roman" w:hAnsi="Arial" w:cs="Times New Roman"/>
      <w:b/>
      <w:bCs/>
      <w:sz w:val="16"/>
      <w:szCs w:val="24"/>
      <w:lang w:eastAsia="ar-SA"/>
    </w:rPr>
  </w:style>
  <w:style w:type="character" w:customStyle="1" w:styleId="ad">
    <w:name w:val="标题 字符"/>
    <w:link w:val="ac"/>
    <w:rPr>
      <w:rFonts w:ascii="Arial Black" w:eastAsia="Times New Roman" w:hAnsi="Arial Black" w:cs="Arial"/>
      <w:sz w:val="36"/>
      <w:szCs w:val="24"/>
      <w:lang w:eastAsia="ar-SA"/>
    </w:rPr>
  </w:style>
  <w:style w:type="character" w:styleId="af0">
    <w:name w:val="Strong"/>
    <w:uiPriority w:val="22"/>
    <w:qFormat/>
    <w:rsid w:val="00BA7E5D"/>
    <w:rPr>
      <w:b/>
      <w:bCs/>
    </w:rPr>
  </w:style>
  <w:style w:type="character" w:customStyle="1" w:styleId="20">
    <w:name w:val="标题 2 字符"/>
    <w:basedOn w:val="a0"/>
    <w:link w:val="2"/>
    <w:uiPriority w:val="9"/>
    <w:rsid w:val="002676E6"/>
    <w:rPr>
      <w:rFonts w:asciiTheme="majorHAnsi" w:eastAsiaTheme="majorEastAsia" w:hAnsiTheme="majorHAnsi" w:cstheme="majorBidi"/>
      <w:b/>
      <w:bCs/>
      <w:sz w:val="32"/>
      <w:szCs w:val="32"/>
      <w:lang w:eastAsia="ar-SA"/>
    </w:rPr>
  </w:style>
  <w:style w:type="paragraph" w:styleId="af1">
    <w:name w:val="List Paragraph"/>
    <w:basedOn w:val="a"/>
    <w:uiPriority w:val="99"/>
    <w:rsid w:val="00B4159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21338;&#22763;&#39033;&#30446;&#36164;&#26009;\&#25991;&#20214;\coverletter.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coverletter</Template>
  <TotalTime>12</TotalTime>
  <Pages>1</Pages>
  <Words>245</Words>
  <Characters>1403</Characters>
  <Application>Microsoft Office Word</Application>
  <DocSecurity>0</DocSecurity>
  <Lines>11</Lines>
  <Paragraphs>3</Paragraphs>
  <ScaleCrop>false</ScaleCrop>
  <Manager/>
  <Company/>
  <LinksUpToDate>false</LinksUpToDate>
  <CharactersWithSpaces>1645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JIANG</dc:creator>
  <cp:lastModifiedBy>admin</cp:lastModifiedBy>
  <cp:revision>8</cp:revision>
  <cp:lastPrinted>2014-02-10T08:38:00Z</cp:lastPrinted>
  <dcterms:created xsi:type="dcterms:W3CDTF">2018-06-21T13:16:00Z</dcterms:created>
  <dcterms:modified xsi:type="dcterms:W3CDTF">2018-09-27T15:55:00Z</dcterms:modified>
</cp:coreProperties>
</file>